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D1D" w:rsidRDefault="00BC2D1D" w:rsidP="00B644CB">
      <w:pPr>
        <w:rPr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s1026" type="#_x0000_t75" style="position:absolute;margin-left:207pt;margin-top:-9pt;width:50.95pt;height:64.1pt;z-index:251658240;visibility:visible;mso-wrap-distance-left:9.05pt;mso-wrap-distance-right:9.05pt" filled="t">
            <v:imagedata r:id="rId4" o:title=""/>
          </v:shape>
        </w:pict>
      </w:r>
      <w:r>
        <w:rPr>
          <w:noProof/>
        </w:rPr>
        <w:pict>
          <v:line id="_x0000_s1027" style="position:absolute;z-index:251659264" from="18pt,103.1pt" to="469pt,103.1pt" strokeweight=".26mm">
            <v:stroke joinstyle="miter"/>
          </v:line>
        </w:pict>
      </w:r>
    </w:p>
    <w:p w:rsidR="00BC2D1D" w:rsidRDefault="00BC2D1D" w:rsidP="00B644CB">
      <w:pPr>
        <w:rPr>
          <w:szCs w:val="24"/>
        </w:rPr>
      </w:pPr>
    </w:p>
    <w:p w:rsidR="00BC2D1D" w:rsidRDefault="00BC2D1D" w:rsidP="00B644CB">
      <w:pPr>
        <w:rPr>
          <w:b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7.25pt;margin-top:5.45pt;width:199.5pt;height:73.55pt;z-index:251660288;mso-wrap-distance-left:9.05pt;mso-wrap-distance-right:9.05pt" stroked="f">
            <v:fill opacity="0" color2="black"/>
            <v:textbox style="mso-next-textbox:#_x0000_s1028" inset="0,0,0,0">
              <w:txbxContent>
                <w:p w:rsidR="00BC2D1D" w:rsidRDefault="00BC2D1D" w:rsidP="00486CCC">
                  <w:pPr>
                    <w:jc w:val="center"/>
                    <w:rPr>
                      <w:b/>
                      <w:szCs w:val="26"/>
                    </w:rPr>
                  </w:pPr>
                </w:p>
                <w:p w:rsidR="00BC2D1D" w:rsidRDefault="00BC2D1D" w:rsidP="00486CCC">
                  <w:pPr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РОССИЙСКАЯ ФЕДЕРАЦИЯ</w:t>
                  </w:r>
                </w:p>
                <w:p w:rsidR="00BC2D1D" w:rsidRDefault="00BC2D1D" w:rsidP="00486CCC">
                  <w:pPr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РЕСПУБЛИКА ХАКАСИЯ</w:t>
                  </w:r>
                </w:p>
                <w:p w:rsidR="00BC2D1D" w:rsidRDefault="00BC2D1D" w:rsidP="00486CCC">
                  <w:pPr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ГЛАВА ГОРОДА СОРСКА</w:t>
                  </w:r>
                </w:p>
                <w:p w:rsidR="00BC2D1D" w:rsidRDefault="00BC2D1D" w:rsidP="00486CCC">
                  <w:pPr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 xml:space="preserve"> </w:t>
                  </w:r>
                </w:p>
                <w:p w:rsidR="00BC2D1D" w:rsidRDefault="00BC2D1D" w:rsidP="00486CCC">
                  <w:pPr>
                    <w:jc w:val="center"/>
                    <w:rPr>
                      <w:b/>
                      <w:szCs w:val="26"/>
                    </w:rPr>
                  </w:pPr>
                </w:p>
                <w:p w:rsidR="00BC2D1D" w:rsidRDefault="00BC2D1D" w:rsidP="00486CCC">
                  <w:pPr>
                    <w:rPr>
                      <w:rFonts w:ascii="Calibri" w:hAnsi="Calibri"/>
                      <w:szCs w:val="26"/>
                    </w:rPr>
                  </w:pPr>
                </w:p>
              </w:txbxContent>
            </v:textbox>
          </v:shape>
        </w:pict>
      </w:r>
    </w:p>
    <w:p w:rsidR="00BC2D1D" w:rsidRDefault="00BC2D1D" w:rsidP="00B644CB">
      <w:pPr>
        <w:rPr>
          <w:b/>
          <w:szCs w:val="24"/>
        </w:rPr>
      </w:pPr>
      <w:r>
        <w:rPr>
          <w:noProof/>
        </w:rPr>
        <w:pict>
          <v:shape id="_x0000_s1029" type="#_x0000_t202" style="position:absolute;margin-left:263.5pt;margin-top:6.1pt;width:196pt;height:57.95pt;z-index:251661312;mso-wrap-distance-left:9.05pt;mso-wrap-distance-right:9.05pt" stroked="f">
            <v:fill opacity="0" color2="black"/>
            <v:textbox style="mso-next-textbox:#_x0000_s1029" inset="0,0,0,0">
              <w:txbxContent>
                <w:p w:rsidR="00BC2D1D" w:rsidRDefault="00BC2D1D" w:rsidP="00486CCC">
                  <w:pPr>
                    <w:ind w:right="-57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РОССИЯ ФЕДЕРАЦИЯЗЫ</w:t>
                  </w:r>
                </w:p>
                <w:p w:rsidR="00BC2D1D" w:rsidRDefault="00BC2D1D" w:rsidP="00486CCC">
                  <w:pPr>
                    <w:ind w:right="-57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ХАКАС РЕСПУБЛИКАЗЫ</w:t>
                  </w:r>
                </w:p>
                <w:p w:rsidR="00BC2D1D" w:rsidRPr="00862877" w:rsidRDefault="00BC2D1D" w:rsidP="00486CCC">
                  <w:pPr>
                    <w:ind w:right="-57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СОРЫ</w:t>
                  </w:r>
                  <w:r w:rsidRPr="00866CF3">
                    <w:rPr>
                      <w:b/>
                      <w:szCs w:val="26"/>
                    </w:rPr>
                    <w:t>Ғ</w:t>
                  </w:r>
                  <w:r w:rsidRPr="00862877">
                    <w:rPr>
                      <w:b/>
                      <w:szCs w:val="26"/>
                    </w:rPr>
                    <w:t xml:space="preserve"> </w:t>
                  </w:r>
                  <w:r>
                    <w:rPr>
                      <w:b/>
                      <w:szCs w:val="26"/>
                    </w:rPr>
                    <w:t>ГОРОДТЫҢ ПАЗЫ</w:t>
                  </w:r>
                </w:p>
                <w:p w:rsidR="00BC2D1D" w:rsidRPr="000C5F62" w:rsidRDefault="00BC2D1D" w:rsidP="00486CCC">
                  <w:pPr>
                    <w:ind w:left="-110" w:right="-180" w:hanging="110"/>
                    <w:jc w:val="center"/>
                    <w:rPr>
                      <w:b/>
                      <w:szCs w:val="26"/>
                    </w:rPr>
                  </w:pPr>
                </w:p>
                <w:p w:rsidR="00BC2D1D" w:rsidRDefault="00BC2D1D" w:rsidP="00486CCC">
                  <w:pPr>
                    <w:jc w:val="center"/>
                    <w:rPr>
                      <w:b/>
                      <w:szCs w:val="26"/>
                    </w:rPr>
                  </w:pPr>
                </w:p>
                <w:p w:rsidR="00BC2D1D" w:rsidRPr="00862877" w:rsidRDefault="00BC2D1D" w:rsidP="00486CCC">
                  <w:pPr>
                    <w:jc w:val="center"/>
                    <w:rPr>
                      <w:b/>
                      <w:szCs w:val="26"/>
                    </w:rPr>
                  </w:pPr>
                </w:p>
                <w:p w:rsidR="00BC2D1D" w:rsidRDefault="00BC2D1D" w:rsidP="00486CCC">
                  <w:pPr>
                    <w:jc w:val="center"/>
                    <w:rPr>
                      <w:b/>
                      <w:szCs w:val="26"/>
                    </w:rPr>
                  </w:pPr>
                </w:p>
                <w:p w:rsidR="00BC2D1D" w:rsidRDefault="00BC2D1D" w:rsidP="00486CCC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BC2D1D" w:rsidRDefault="00BC2D1D" w:rsidP="00B644CB">
      <w:pPr>
        <w:ind w:firstLine="360"/>
        <w:jc w:val="center"/>
        <w:rPr>
          <w:b/>
          <w:szCs w:val="26"/>
        </w:rPr>
      </w:pPr>
    </w:p>
    <w:p w:rsidR="00BC2D1D" w:rsidRDefault="00BC2D1D" w:rsidP="00B644CB">
      <w:pPr>
        <w:ind w:firstLine="360"/>
        <w:jc w:val="center"/>
        <w:rPr>
          <w:b/>
          <w:szCs w:val="26"/>
        </w:rPr>
      </w:pPr>
    </w:p>
    <w:p w:rsidR="00BC2D1D" w:rsidRDefault="00BC2D1D" w:rsidP="00B644CB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BC2D1D" w:rsidRDefault="00BC2D1D" w:rsidP="00B644CB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C2D1D" w:rsidRDefault="00BC2D1D" w:rsidP="00B644CB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BC2D1D" w:rsidRDefault="00BC2D1D" w:rsidP="00B644CB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BC2D1D" w:rsidRDefault="00BC2D1D" w:rsidP="00B644CB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«23»04.2012г.                                                                              № 14-п.</w:t>
      </w:r>
    </w:p>
    <w:p w:rsidR="00BC2D1D" w:rsidRDefault="00BC2D1D" w:rsidP="00B644CB">
      <w:pPr>
        <w:pStyle w:val="NormalWeb"/>
        <w:ind w:firstLine="540"/>
        <w:jc w:val="both"/>
        <w:rPr>
          <w:sz w:val="26"/>
        </w:rPr>
      </w:pPr>
    </w:p>
    <w:p w:rsidR="00BC2D1D" w:rsidRDefault="00BC2D1D" w:rsidP="00B644CB">
      <w:pPr>
        <w:ind w:firstLine="709"/>
        <w:jc w:val="both"/>
        <w:rPr>
          <w:szCs w:val="24"/>
        </w:rPr>
      </w:pPr>
    </w:p>
    <w:p w:rsidR="00BC2D1D" w:rsidRDefault="00BC2D1D" w:rsidP="00B644CB">
      <w:pPr>
        <w:jc w:val="both"/>
        <w:rPr>
          <w:szCs w:val="26"/>
        </w:rPr>
      </w:pPr>
      <w:r>
        <w:rPr>
          <w:szCs w:val="26"/>
        </w:rPr>
        <w:t xml:space="preserve">         Об отмене постановления главы муниципального </w:t>
      </w:r>
    </w:p>
    <w:p w:rsidR="00BC2D1D" w:rsidRDefault="00BC2D1D" w:rsidP="00B644CB">
      <w:pPr>
        <w:jc w:val="both"/>
        <w:rPr>
          <w:szCs w:val="26"/>
        </w:rPr>
      </w:pPr>
      <w:r>
        <w:rPr>
          <w:szCs w:val="26"/>
        </w:rPr>
        <w:t xml:space="preserve">         образования город Сорск № 79-п от 22.02.2011г.</w:t>
      </w:r>
    </w:p>
    <w:p w:rsidR="00BC2D1D" w:rsidRDefault="00BC2D1D" w:rsidP="00B644CB">
      <w:pPr>
        <w:jc w:val="both"/>
        <w:rPr>
          <w:szCs w:val="26"/>
        </w:rPr>
      </w:pPr>
      <w:r>
        <w:rPr>
          <w:szCs w:val="26"/>
        </w:rPr>
        <w:t xml:space="preserve">         «Об утверждении положения о порядке </w:t>
      </w:r>
    </w:p>
    <w:p w:rsidR="00BC2D1D" w:rsidRDefault="00BC2D1D" w:rsidP="00B644CB">
      <w:pPr>
        <w:jc w:val="both"/>
        <w:rPr>
          <w:szCs w:val="26"/>
        </w:rPr>
      </w:pPr>
      <w:r>
        <w:rPr>
          <w:szCs w:val="26"/>
        </w:rPr>
        <w:t xml:space="preserve">         организации и проведения массовых мероприятий </w:t>
      </w:r>
    </w:p>
    <w:p w:rsidR="00BC2D1D" w:rsidRDefault="00BC2D1D" w:rsidP="00B644CB">
      <w:pPr>
        <w:jc w:val="both"/>
        <w:rPr>
          <w:szCs w:val="26"/>
        </w:rPr>
      </w:pPr>
      <w:r>
        <w:rPr>
          <w:szCs w:val="26"/>
        </w:rPr>
        <w:t xml:space="preserve">         на территории  муниципального образования город Сорск»</w:t>
      </w:r>
    </w:p>
    <w:p w:rsidR="00BC2D1D" w:rsidRDefault="00BC2D1D" w:rsidP="00B644CB">
      <w:pPr>
        <w:pStyle w:val="BodyTextIndent"/>
        <w:ind w:firstLine="0"/>
        <w:rPr>
          <w:szCs w:val="26"/>
        </w:rPr>
      </w:pPr>
    </w:p>
    <w:p w:rsidR="00BC2D1D" w:rsidRDefault="00BC2D1D" w:rsidP="00B644CB">
      <w:pPr>
        <w:ind w:left="-142"/>
        <w:jc w:val="both"/>
        <w:rPr>
          <w:szCs w:val="26"/>
          <w:lang w:eastAsia="en-US"/>
        </w:rPr>
      </w:pPr>
      <w:r>
        <w:rPr>
          <w:color w:val="000000"/>
          <w:szCs w:val="26"/>
        </w:rPr>
        <w:tab/>
        <w:t xml:space="preserve">         В целях обеспечения безопасности населения в период проведения </w:t>
      </w:r>
      <w:r>
        <w:rPr>
          <w:szCs w:val="26"/>
        </w:rPr>
        <w:t>массовых мероприятий</w:t>
      </w:r>
      <w:r>
        <w:rPr>
          <w:color w:val="000000"/>
          <w:szCs w:val="26"/>
        </w:rPr>
        <w:t xml:space="preserve"> на территории города Сорска</w:t>
      </w:r>
      <w:r>
        <w:rPr>
          <w:szCs w:val="26"/>
          <w:lang w:eastAsia="en-US"/>
        </w:rPr>
        <w:t xml:space="preserve"> руководствуясь ст. 5 п. 6 Устава муниципального образования город Сорск,  </w:t>
      </w:r>
    </w:p>
    <w:p w:rsidR="00BC2D1D" w:rsidRDefault="00BC2D1D" w:rsidP="00B644CB">
      <w:pPr>
        <w:ind w:left="-142"/>
        <w:jc w:val="both"/>
        <w:rPr>
          <w:szCs w:val="26"/>
          <w:lang w:eastAsia="en-US"/>
        </w:rPr>
      </w:pPr>
      <w:r>
        <w:rPr>
          <w:szCs w:val="26"/>
          <w:lang w:eastAsia="en-US"/>
        </w:rPr>
        <w:t xml:space="preserve">           ПОСТАНОВЛЯЮ:  </w:t>
      </w:r>
    </w:p>
    <w:p w:rsidR="00BC2D1D" w:rsidRDefault="00BC2D1D" w:rsidP="00494808">
      <w:pPr>
        <w:jc w:val="both"/>
        <w:rPr>
          <w:szCs w:val="26"/>
        </w:rPr>
      </w:pPr>
      <w:r>
        <w:rPr>
          <w:szCs w:val="26"/>
          <w:lang w:eastAsia="en-US"/>
        </w:rPr>
        <w:t xml:space="preserve">            </w:t>
      </w:r>
      <w:r>
        <w:rPr>
          <w:szCs w:val="26"/>
        </w:rPr>
        <w:t>1. Отменить  постановление главы муниципального образования город Сорск № 79-п от 22.02.2011г. «Об утверждении положения о порядке организации и проведения массовых мероприятий  на территории муниципального образования город Сорск».</w:t>
      </w:r>
    </w:p>
    <w:p w:rsidR="00BC2D1D" w:rsidRDefault="00BC2D1D" w:rsidP="008C45B1">
      <w:pPr>
        <w:jc w:val="both"/>
      </w:pPr>
      <w:r>
        <w:rPr>
          <w:szCs w:val="26"/>
          <w:lang w:eastAsia="en-US"/>
        </w:rPr>
        <w:tab/>
        <w:t xml:space="preserve">2. </w:t>
      </w:r>
      <w:r>
        <w:rPr>
          <w:szCs w:val="26"/>
        </w:rPr>
        <w:t>Разместить постановление</w:t>
      </w:r>
      <w:r w:rsidRPr="001D60B5">
        <w:rPr>
          <w:szCs w:val="26"/>
        </w:rPr>
        <w:t xml:space="preserve"> </w:t>
      </w:r>
      <w:r>
        <w:rPr>
          <w:szCs w:val="26"/>
        </w:rPr>
        <w:t>«Об отмене постановления главы муниципального образования город Сорск № 79-п от 22.02.2011г.</w:t>
      </w:r>
      <w:r w:rsidRPr="003831A0">
        <w:rPr>
          <w:szCs w:val="26"/>
        </w:rPr>
        <w:t xml:space="preserve"> </w:t>
      </w:r>
      <w:r>
        <w:rPr>
          <w:szCs w:val="26"/>
        </w:rPr>
        <w:t>«Об утверждении положения о порядке организации и проведения массовых мероприятий  на территории муниципального образования город Сорск» в газете «Сорский Молибден» и на сайте администрации города Сорска</w:t>
      </w:r>
      <w:r>
        <w:t>.</w:t>
      </w:r>
    </w:p>
    <w:p w:rsidR="00BC2D1D" w:rsidRDefault="00BC2D1D" w:rsidP="00B644CB">
      <w:pPr>
        <w:jc w:val="both"/>
        <w:rPr>
          <w:szCs w:val="26"/>
        </w:rPr>
      </w:pPr>
      <w:r>
        <w:rPr>
          <w:szCs w:val="26"/>
        </w:rPr>
        <w:t xml:space="preserve">            3. Контроль за исполнением настоящего постановления возложить на заместителя главы по социальным вопросам.</w:t>
      </w:r>
    </w:p>
    <w:p w:rsidR="00BC2D1D" w:rsidRDefault="00BC2D1D" w:rsidP="00B644CB">
      <w:pPr>
        <w:ind w:firstLine="720"/>
        <w:jc w:val="both"/>
        <w:rPr>
          <w:szCs w:val="26"/>
        </w:rPr>
      </w:pPr>
    </w:p>
    <w:p w:rsidR="00BC2D1D" w:rsidRDefault="00BC2D1D" w:rsidP="00B644CB">
      <w:pPr>
        <w:jc w:val="both"/>
        <w:rPr>
          <w:szCs w:val="26"/>
        </w:rPr>
      </w:pPr>
    </w:p>
    <w:p w:rsidR="00BC2D1D" w:rsidRDefault="00BC2D1D" w:rsidP="00B644CB">
      <w:pPr>
        <w:jc w:val="both"/>
        <w:rPr>
          <w:szCs w:val="26"/>
        </w:rPr>
      </w:pPr>
    </w:p>
    <w:p w:rsidR="00BC2D1D" w:rsidRDefault="00BC2D1D" w:rsidP="00B644CB">
      <w:pPr>
        <w:jc w:val="both"/>
        <w:rPr>
          <w:szCs w:val="26"/>
        </w:rPr>
      </w:pPr>
    </w:p>
    <w:p w:rsidR="00BC2D1D" w:rsidRDefault="00BC2D1D" w:rsidP="00B644CB">
      <w:pPr>
        <w:jc w:val="both"/>
        <w:rPr>
          <w:szCs w:val="26"/>
        </w:rPr>
      </w:pPr>
    </w:p>
    <w:p w:rsidR="00BC2D1D" w:rsidRDefault="00BC2D1D" w:rsidP="00B644CB">
      <w:pPr>
        <w:jc w:val="both"/>
        <w:rPr>
          <w:szCs w:val="26"/>
        </w:rPr>
      </w:pPr>
      <w:r>
        <w:rPr>
          <w:szCs w:val="26"/>
        </w:rPr>
        <w:tab/>
        <w:t>Глава города                                                             А.А. Жуков</w:t>
      </w:r>
    </w:p>
    <w:p w:rsidR="00BC2D1D" w:rsidRDefault="00BC2D1D" w:rsidP="00B644CB">
      <w:pPr>
        <w:jc w:val="both"/>
        <w:rPr>
          <w:szCs w:val="26"/>
        </w:rPr>
      </w:pPr>
    </w:p>
    <w:p w:rsidR="00BC2D1D" w:rsidRDefault="00BC2D1D" w:rsidP="00B644CB">
      <w:pPr>
        <w:jc w:val="both"/>
        <w:rPr>
          <w:szCs w:val="26"/>
        </w:rPr>
      </w:pPr>
    </w:p>
    <w:p w:rsidR="00BC2D1D" w:rsidRDefault="00BC2D1D" w:rsidP="00B644CB">
      <w:pPr>
        <w:jc w:val="both"/>
        <w:rPr>
          <w:szCs w:val="26"/>
        </w:rPr>
      </w:pPr>
    </w:p>
    <w:p w:rsidR="00BC2D1D" w:rsidRDefault="00BC2D1D" w:rsidP="00B644CB">
      <w:pPr>
        <w:jc w:val="both"/>
        <w:rPr>
          <w:szCs w:val="26"/>
        </w:rPr>
      </w:pPr>
    </w:p>
    <w:p w:rsidR="00BC2D1D" w:rsidRDefault="00BC2D1D" w:rsidP="00B644CB">
      <w:pPr>
        <w:jc w:val="both"/>
        <w:rPr>
          <w:szCs w:val="26"/>
        </w:rPr>
      </w:pPr>
    </w:p>
    <w:p w:rsidR="00BC2D1D" w:rsidRDefault="00BC2D1D" w:rsidP="00B644CB">
      <w:pPr>
        <w:jc w:val="both"/>
        <w:rPr>
          <w:szCs w:val="26"/>
        </w:rPr>
      </w:pPr>
    </w:p>
    <w:p w:rsidR="00BC2D1D" w:rsidRDefault="00BC2D1D"/>
    <w:sectPr w:rsidR="00BC2D1D" w:rsidSect="001B6EE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44CB"/>
    <w:rsid w:val="000C5F62"/>
    <w:rsid w:val="00145924"/>
    <w:rsid w:val="001B6EE2"/>
    <w:rsid w:val="001D60B5"/>
    <w:rsid w:val="003831A0"/>
    <w:rsid w:val="00486CCC"/>
    <w:rsid w:val="00494808"/>
    <w:rsid w:val="00680B64"/>
    <w:rsid w:val="007418F0"/>
    <w:rsid w:val="00790F96"/>
    <w:rsid w:val="007938F4"/>
    <w:rsid w:val="007D19DB"/>
    <w:rsid w:val="00805A37"/>
    <w:rsid w:val="00862877"/>
    <w:rsid w:val="00866CF3"/>
    <w:rsid w:val="008C45B1"/>
    <w:rsid w:val="00936706"/>
    <w:rsid w:val="00A1418D"/>
    <w:rsid w:val="00A341A9"/>
    <w:rsid w:val="00AC32F1"/>
    <w:rsid w:val="00B51B5D"/>
    <w:rsid w:val="00B644CB"/>
    <w:rsid w:val="00BC2D1D"/>
    <w:rsid w:val="00C952B9"/>
    <w:rsid w:val="00CD0A49"/>
    <w:rsid w:val="00D27027"/>
    <w:rsid w:val="00D365D1"/>
    <w:rsid w:val="00DD49C3"/>
    <w:rsid w:val="00DE31C9"/>
    <w:rsid w:val="00E40A25"/>
    <w:rsid w:val="00F035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4CB"/>
    <w:rPr>
      <w:rFonts w:ascii="Times New Roman" w:eastAsia="Times New Roman" w:hAnsi="Times New Roman"/>
      <w:sz w:val="26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B644CB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rsid w:val="00B644CB"/>
    <w:pPr>
      <w:ind w:firstLine="720"/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B644CB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B644C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8C45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6509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</TotalTime>
  <Pages>1</Pages>
  <Words>211</Words>
  <Characters>1206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Молодежь</dc:creator>
  <cp:keywords/>
  <dc:description/>
  <cp:lastModifiedBy>Loner-XP</cp:lastModifiedBy>
  <cp:revision>7</cp:revision>
  <cp:lastPrinted>2012-04-19T04:12:00Z</cp:lastPrinted>
  <dcterms:created xsi:type="dcterms:W3CDTF">2012-04-16T07:41:00Z</dcterms:created>
  <dcterms:modified xsi:type="dcterms:W3CDTF">2012-04-27T09:30:00Z</dcterms:modified>
</cp:coreProperties>
</file>